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E960BB" w:rsidR="006E5D65" w:rsidP="002D3375" w:rsidRDefault="00CD6897" w14:paraId="094DF0F7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0E21EB2E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P="00EA4832" w:rsidRDefault="0071620A" w14:paraId="46480712" w14:textId="14608CC0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53AD3">
        <w:rPr>
          <w:rFonts w:ascii="Corbel" w:hAnsi="Corbel"/>
          <w:i/>
          <w:smallCaps/>
          <w:sz w:val="24"/>
          <w:szCs w:val="24"/>
        </w:rPr>
        <w:t>2019-2022</w:t>
      </w:r>
    </w:p>
    <w:p w:rsidRPr="00EA4832" w:rsidR="00445970" w:rsidP="00C1057A" w:rsidRDefault="00D173A7" w14:paraId="54F3C262" w14:textId="5245B91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D53AD3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D53AD3">
        <w:rPr>
          <w:rFonts w:ascii="Corbel" w:hAnsi="Corbel"/>
          <w:sz w:val="20"/>
          <w:szCs w:val="20"/>
        </w:rPr>
        <w:t>2</w:t>
      </w:r>
    </w:p>
    <w:p w:rsidRPr="009C54AE" w:rsidR="0085747A" w:rsidP="009C54AE" w:rsidRDefault="0085747A" w14:paraId="2674FA8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70BBC71C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442037DC" w14:textId="77777777">
        <w:tc>
          <w:tcPr>
            <w:tcW w:w="2694" w:type="dxa"/>
            <w:vAlign w:val="center"/>
          </w:tcPr>
          <w:p w:rsidRPr="009C54AE" w:rsidR="0085747A" w:rsidP="009C54AE" w:rsidRDefault="00C05F44" w14:paraId="6ED2749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173A7" w14:paraId="1AD04CD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136D">
              <w:rPr>
                <w:rFonts w:ascii="Corbel" w:hAnsi="Corbel"/>
                <w:b w:val="0"/>
                <w:sz w:val="24"/>
                <w:szCs w:val="24"/>
              </w:rPr>
              <w:t>Usługi na rynkach międzynarodowych</w:t>
            </w:r>
          </w:p>
        </w:tc>
      </w:tr>
      <w:tr w:rsidRPr="009C54AE" w:rsidR="0085747A" w:rsidTr="00B819C8" w14:paraId="1B5DF1C5" w14:textId="77777777">
        <w:tc>
          <w:tcPr>
            <w:tcW w:w="2694" w:type="dxa"/>
            <w:vAlign w:val="center"/>
          </w:tcPr>
          <w:p w:rsidRPr="009C54AE" w:rsidR="0085747A" w:rsidP="009C54AE" w:rsidRDefault="00C05F44" w14:paraId="230BBA6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173A7" w14:paraId="13FAE63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E/I/EUB/C-1.10b</w:t>
            </w:r>
          </w:p>
        </w:tc>
      </w:tr>
      <w:tr w:rsidRPr="009C54AE" w:rsidR="0085747A" w:rsidTr="00B819C8" w14:paraId="5F53B19A" w14:textId="77777777">
        <w:tc>
          <w:tcPr>
            <w:tcW w:w="2694" w:type="dxa"/>
            <w:vAlign w:val="center"/>
          </w:tcPr>
          <w:p w:rsidRPr="009C54AE" w:rsidR="0085747A" w:rsidP="00EA4832" w:rsidRDefault="0017512A" w14:paraId="7E10D1BA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664AD17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6FB6C6FF" w14:textId="77777777">
        <w:tc>
          <w:tcPr>
            <w:tcW w:w="2694" w:type="dxa"/>
            <w:vAlign w:val="center"/>
          </w:tcPr>
          <w:p w:rsidRPr="009C54AE" w:rsidR="0085747A" w:rsidP="009C54AE" w:rsidRDefault="0085747A" w14:paraId="28D1513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173A7" w14:paraId="01247C07" w14:textId="1A1836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431AF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Pr="009C54AE" w:rsidR="0085747A" w:rsidTr="00B819C8" w14:paraId="5D06AE11" w14:textId="77777777">
        <w:tc>
          <w:tcPr>
            <w:tcW w:w="2694" w:type="dxa"/>
            <w:vAlign w:val="center"/>
          </w:tcPr>
          <w:p w:rsidRPr="009C54AE" w:rsidR="0085747A" w:rsidP="009C54AE" w:rsidRDefault="0085747A" w14:paraId="51FD162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173A7" w14:paraId="7547C2B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00B819C8" w14:paraId="61FE2094" w14:textId="77777777">
        <w:tc>
          <w:tcPr>
            <w:tcW w:w="2694" w:type="dxa"/>
            <w:vAlign w:val="center"/>
          </w:tcPr>
          <w:p w:rsidRPr="009C54AE" w:rsidR="0085747A" w:rsidP="009C54AE" w:rsidRDefault="00DE4A14" w14:paraId="6450A1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D173A7" w:rsidRDefault="0017512A" w14:paraId="04418E56" w14:textId="57118E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31AF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00B819C8" w14:paraId="38711A6C" w14:textId="77777777">
        <w:tc>
          <w:tcPr>
            <w:tcW w:w="2694" w:type="dxa"/>
            <w:vAlign w:val="center"/>
          </w:tcPr>
          <w:p w:rsidRPr="009C54AE" w:rsidR="0085747A" w:rsidP="009C54AE" w:rsidRDefault="0085747A" w14:paraId="6D34B5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1A227F0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00B819C8" w14:paraId="3DBD9D65" w14:textId="77777777">
        <w:tc>
          <w:tcPr>
            <w:tcW w:w="2694" w:type="dxa"/>
            <w:vAlign w:val="center"/>
          </w:tcPr>
          <w:p w:rsidRPr="009C54AE" w:rsidR="0085747A" w:rsidP="009C54AE" w:rsidRDefault="0085747A" w14:paraId="660F6F0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D173A7" w:rsidRDefault="0017512A" w14:paraId="79228E6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0B819C8" w14:paraId="29ACC5A9" w14:textId="77777777">
        <w:tc>
          <w:tcPr>
            <w:tcW w:w="2694" w:type="dxa"/>
            <w:vAlign w:val="center"/>
          </w:tcPr>
          <w:p w:rsidRPr="009C54AE" w:rsidR="0085747A" w:rsidP="009C54AE" w:rsidRDefault="0085747A" w14:paraId="2E4C0A5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173A7" w14:paraId="3634FBC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Pr="009C54AE" w:rsidR="0085747A" w:rsidTr="00B819C8" w14:paraId="71CDADEC" w14:textId="77777777">
        <w:tc>
          <w:tcPr>
            <w:tcW w:w="2694" w:type="dxa"/>
            <w:vAlign w:val="center"/>
          </w:tcPr>
          <w:p w:rsidRPr="009C54AE" w:rsidR="0085747A" w:rsidP="009C54AE" w:rsidRDefault="0085747A" w14:paraId="6427A43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5FD4625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Pr="009C54AE" w:rsidR="00923D7D" w:rsidTr="00B819C8" w14:paraId="2C0951F7" w14:textId="77777777">
        <w:tc>
          <w:tcPr>
            <w:tcW w:w="2694" w:type="dxa"/>
            <w:vAlign w:val="center"/>
          </w:tcPr>
          <w:p w:rsidRPr="009C54AE" w:rsidR="00923D7D" w:rsidP="009C54AE" w:rsidRDefault="00923D7D" w14:paraId="7A961C6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17512A" w14:paraId="6BCCD4B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0B819C8" w14:paraId="4CB01DC6" w14:textId="77777777">
        <w:tc>
          <w:tcPr>
            <w:tcW w:w="2694" w:type="dxa"/>
            <w:vAlign w:val="center"/>
          </w:tcPr>
          <w:p w:rsidRPr="009C54AE" w:rsidR="0085747A" w:rsidP="009C54AE" w:rsidRDefault="0085747A" w14:paraId="7C9A305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D173A7" w:rsidRDefault="00D173A7" w14:paraId="423D81F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Pr="009C54AE" w:rsidR="0085747A" w:rsidTr="00B819C8" w14:paraId="4C62BCEA" w14:textId="77777777">
        <w:tc>
          <w:tcPr>
            <w:tcW w:w="2694" w:type="dxa"/>
            <w:vAlign w:val="center"/>
          </w:tcPr>
          <w:p w:rsidRPr="009C54AE" w:rsidR="0085747A" w:rsidP="009C54AE" w:rsidRDefault="0085747A" w14:paraId="1B73197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173A7" w14:paraId="29A57AB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:rsidRPr="009C54AE" w:rsidR="0085747A" w:rsidP="009C54AE" w:rsidRDefault="0085747A" w14:paraId="02F63A73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D173A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45BEAD02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3EFFF69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Pr="009C54AE" w:rsidR="00015B8F" w:rsidTr="00C766DF" w14:paraId="74157EB7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7CA33ED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1DAF9FD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593E92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66536A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3EF175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6600B1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D95ABE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1F061D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DE6FD7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1961E6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7188E3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C766DF" w14:paraId="14AC2CEC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D173A7" w14:paraId="77AB3A6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EEC481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D173A7" w14:paraId="4995E5D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69EE9A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975A9B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1FDB93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DB728A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69E846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A4B1E9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D173A7" w14:paraId="4EE079C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2C440F9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071B06C7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C1057A" w:rsidP="00C1057A" w:rsidRDefault="00C1057A" w14:paraId="7CC57CBD" w14:textId="22BC8AC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>
        <w:rPr>
          <w:rStyle w:val="normaltextrun"/>
          <w:rFonts w:ascii="Wingdings" w:hAnsi="Wingdings" w:eastAsia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:rsidR="00C1057A" w:rsidP="00C1057A" w:rsidRDefault="00C1057A" w14:paraId="3F4F4ED4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:rsidRPr="009C54AE" w:rsidR="00E84AE2" w:rsidP="009C54AE" w:rsidRDefault="00E84AE2" w14:paraId="10DA377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1E8E8A61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EC3047" w:rsidR="009C54AE" w:rsidP="009C54AE" w:rsidRDefault="00EC3047" w14:paraId="5D5F5CEA" w14:textId="0F97E5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C3047">
        <w:rPr>
          <w:rFonts w:ascii="Corbel" w:hAnsi="Corbel"/>
          <w:b w:val="0"/>
          <w:smallCaps w:val="0"/>
          <w:szCs w:val="24"/>
        </w:rPr>
        <w:t>egzamin</w:t>
      </w:r>
    </w:p>
    <w:p w:rsidR="00E960BB" w:rsidP="009C54AE" w:rsidRDefault="00E960BB" w14:paraId="2E7C674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7592182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7598123E" w14:textId="77777777">
        <w:tc>
          <w:tcPr>
            <w:tcW w:w="9670" w:type="dxa"/>
          </w:tcPr>
          <w:p w:rsidRPr="009C54AE" w:rsidR="0085747A" w:rsidP="00D173A7" w:rsidRDefault="00D173A7" w14:paraId="00B68850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Podstaw makroekonomii, Międzynarodowych stosunków gospodarczych i Teorii usług wskazujące na posiadanie podstawowej wiedzy ekonomicznej w zakresie znajomości mechanizmów rynkowych w uwarunkowaniach gospodarki otwartej, skutków protekcjonizmu i przebiegu procesów liberalizacyjnych oraz specyfiki działalności usługowej, a także tendencji zmian strukturalnych.</w:t>
            </w:r>
          </w:p>
        </w:tc>
      </w:tr>
    </w:tbl>
    <w:p w:rsidR="00153C41" w:rsidP="009C54AE" w:rsidRDefault="00153C41" w14:paraId="6600C2A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4638FFF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13BFE15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4334E587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5F564FD9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85747A" w:rsidTr="00923D7D" w14:paraId="0160D3FC" w14:textId="77777777">
        <w:tc>
          <w:tcPr>
            <w:tcW w:w="851" w:type="dxa"/>
            <w:vAlign w:val="center"/>
          </w:tcPr>
          <w:p w:rsidRPr="009C54AE" w:rsidR="0085747A" w:rsidP="009C54AE" w:rsidRDefault="0085747A" w14:paraId="0D420F9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D173A7" w14:paraId="3A5C48C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Uświadomienie studentom wpływu 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specyfik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usług </w:t>
            </w:r>
            <w:r>
              <w:rPr>
                <w:rFonts w:ascii="Corbel" w:hAnsi="Corbel"/>
                <w:b w:val="0"/>
                <w:sz w:val="24"/>
                <w:szCs w:val="24"/>
              </w:rPr>
              <w:t>na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możliwości ich świa</w:t>
            </w:r>
            <w:r>
              <w:rPr>
                <w:rFonts w:ascii="Corbel" w:hAnsi="Corbel"/>
                <w:b w:val="0"/>
                <w:sz w:val="24"/>
                <w:szCs w:val="24"/>
              </w:rPr>
              <w:t>dczenia w skali międzynarodowej.</w:t>
            </w:r>
          </w:p>
        </w:tc>
      </w:tr>
      <w:tr w:rsidRPr="009C54AE" w:rsidR="0085747A" w:rsidTr="00923D7D" w14:paraId="6C395B78" w14:textId="77777777">
        <w:tc>
          <w:tcPr>
            <w:tcW w:w="851" w:type="dxa"/>
            <w:vAlign w:val="center"/>
          </w:tcPr>
          <w:p w:rsidRPr="009C54AE" w:rsidR="0085747A" w:rsidP="009C54AE" w:rsidRDefault="00D173A7" w14:paraId="7AB12E47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D173A7" w14:paraId="7A4961C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apoznanie studentów ze zmianami jakie zachodzą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na międzynarodowym rynku usług na 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skutek pogłębiającego się procesu globalizacji i integracji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w tym 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działań liberalizujących obrót usługowy w skali globalnej i regionalnej.</w:t>
            </w:r>
          </w:p>
        </w:tc>
      </w:tr>
      <w:tr w:rsidRPr="009C54AE" w:rsidR="0085747A" w:rsidTr="00923D7D" w14:paraId="3FA1B886" w14:textId="77777777">
        <w:tc>
          <w:tcPr>
            <w:tcW w:w="851" w:type="dxa"/>
            <w:vAlign w:val="center"/>
          </w:tcPr>
          <w:p w:rsidRPr="009C54AE" w:rsidR="0085747A" w:rsidP="009C54AE" w:rsidRDefault="00D173A7" w14:paraId="6F7709B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D173A7" w14:paraId="44BDC7A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Wykształcenie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umiejętności wykorzystania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wiedzy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teoretyczn</w:t>
            </w:r>
            <w:r>
              <w:rPr>
                <w:rFonts w:ascii="Corbel" w:hAnsi="Corbel"/>
                <w:b w:val="0"/>
                <w:sz w:val="24"/>
                <w:szCs w:val="24"/>
              </w:rPr>
              <w:t>ej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do praktycznej analizy funkcjonowania międzynarodowego rynku usług </w:t>
            </w:r>
            <w:r>
              <w:rPr>
                <w:rFonts w:ascii="Corbel" w:hAnsi="Corbel"/>
                <w:b w:val="0"/>
                <w:sz w:val="24"/>
                <w:szCs w:val="24"/>
              </w:rPr>
              <w:t>w oparciu o dane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statystyczn</w:t>
            </w:r>
            <w:r>
              <w:rPr>
                <w:rFonts w:ascii="Corbel" w:hAnsi="Corbel"/>
                <w:b w:val="0"/>
                <w:sz w:val="24"/>
                <w:szCs w:val="24"/>
              </w:rPr>
              <w:t>e odzwierciedlające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przepływ usług w ujęciu zagregowanym i </w:t>
            </w:r>
            <w:r>
              <w:rPr>
                <w:rFonts w:ascii="Corbel" w:hAnsi="Corbel"/>
                <w:b w:val="0"/>
                <w:sz w:val="24"/>
                <w:szCs w:val="24"/>
              </w:rPr>
              <w:t>branżowym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3A30B88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A23262B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317C42B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0071620A" w14:paraId="396BBED5" w14:textId="77777777">
        <w:tc>
          <w:tcPr>
            <w:tcW w:w="1701" w:type="dxa"/>
            <w:vAlign w:val="center"/>
          </w:tcPr>
          <w:p w:rsidRPr="009C54AE" w:rsidR="0085747A" w:rsidP="009C54AE" w:rsidRDefault="0085747A" w14:paraId="07196E6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75AE520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3B8D5E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3BD8E88A" w14:textId="77777777">
        <w:tc>
          <w:tcPr>
            <w:tcW w:w="1701" w:type="dxa"/>
          </w:tcPr>
          <w:p w:rsidRPr="009C54AE" w:rsidR="0085747A" w:rsidP="009C54AE" w:rsidRDefault="00D173A7" w14:paraId="7584BF4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Pr="009C54AE" w:rsidR="0085747A" w:rsidP="009C54AE" w:rsidRDefault="00D173A7" w14:paraId="00ABE9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Charakteryzuje formy świadczenia usług na rynkach międzynarodowych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AF130F" w:rsidR="00D173A7" w:rsidP="00431AF3" w:rsidRDefault="00D173A7" w14:paraId="5E2CAF4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Pr="00AF130F" w:rsidR="00D173A7" w:rsidP="00431AF3" w:rsidRDefault="00D173A7" w14:paraId="734E035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:rsidRPr="00AF130F" w:rsidR="00D173A7" w:rsidP="00431AF3" w:rsidRDefault="00D173A7" w14:paraId="12E2711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:rsidRPr="009C54AE" w:rsidR="0085747A" w:rsidP="00431AF3" w:rsidRDefault="00D173A7" w14:paraId="1419C64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Pr="009C54AE" w:rsidR="0085747A" w:rsidTr="005E6E85" w14:paraId="15FB0683" w14:textId="77777777">
        <w:tc>
          <w:tcPr>
            <w:tcW w:w="1701" w:type="dxa"/>
          </w:tcPr>
          <w:p w:rsidRPr="009C54AE" w:rsidR="0085747A" w:rsidP="009C54AE" w:rsidRDefault="0085747A" w14:paraId="0B5DBFF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9C54AE" w:rsidRDefault="00D173A7" w14:paraId="269930C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Rozpoznaje ograniczenia związane z międzynarodowym świadczeniem usług i wskazuje na działania ukierunkowane na minimalizację tych barier.</w:t>
            </w:r>
          </w:p>
        </w:tc>
        <w:tc>
          <w:tcPr>
            <w:tcW w:w="1873" w:type="dxa"/>
          </w:tcPr>
          <w:p w:rsidRPr="00AF130F" w:rsidR="00D173A7" w:rsidP="00431AF3" w:rsidRDefault="00D173A7" w14:paraId="5DF227C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:rsidRPr="00AF130F" w:rsidR="00D173A7" w:rsidP="00431AF3" w:rsidRDefault="00D173A7" w14:paraId="2DECC81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:rsidRPr="00AF130F" w:rsidR="00D173A7" w:rsidP="00431AF3" w:rsidRDefault="00D173A7" w14:paraId="6FC43F0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:rsidRPr="009C54AE" w:rsidR="0085747A" w:rsidP="00431AF3" w:rsidRDefault="00D173A7" w14:paraId="56B26C8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Pr="009C54AE" w:rsidR="0085747A" w:rsidTr="005E6E85" w14:paraId="3CE204B8" w14:textId="77777777">
        <w:tc>
          <w:tcPr>
            <w:tcW w:w="1701" w:type="dxa"/>
          </w:tcPr>
          <w:p w:rsidRPr="009C54AE" w:rsidR="0085747A" w:rsidP="009C54AE" w:rsidRDefault="00D173A7" w14:paraId="5A35864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9C54AE" w:rsidR="0085747A" w:rsidP="009C54AE" w:rsidRDefault="00D173A7" w14:paraId="526D8F4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Analizuje podstawowe tendencje w międzynarodowym świadczeniu usług.</w:t>
            </w:r>
          </w:p>
        </w:tc>
        <w:tc>
          <w:tcPr>
            <w:tcW w:w="1873" w:type="dxa"/>
          </w:tcPr>
          <w:p w:rsidRPr="00AF130F" w:rsidR="00D173A7" w:rsidP="00431AF3" w:rsidRDefault="00D173A7" w14:paraId="501ECB8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Pr="00AF130F" w:rsidR="00D173A7" w:rsidP="00431AF3" w:rsidRDefault="00D173A7" w14:paraId="48728BA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:rsidRPr="009C54AE" w:rsidR="0085747A" w:rsidP="00431AF3" w:rsidRDefault="00D173A7" w14:paraId="6D64537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Pr="009C54AE" w:rsidR="00D173A7" w:rsidTr="005E6E85" w14:paraId="622793AA" w14:textId="77777777">
        <w:tc>
          <w:tcPr>
            <w:tcW w:w="1701" w:type="dxa"/>
          </w:tcPr>
          <w:p w:rsidRPr="009C54AE" w:rsidR="00D173A7" w:rsidP="009C54AE" w:rsidRDefault="00D173A7" w14:paraId="45DBEB9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AF130F" w:rsidR="00D173A7" w:rsidP="009C54AE" w:rsidRDefault="00D173A7" w14:paraId="20EB185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Porządkuje wiedzę z zakresu funkcjonowania międzynarodowych rynków usług i prezentuje wybrany aspekt tej problematyki.</w:t>
            </w:r>
          </w:p>
        </w:tc>
        <w:tc>
          <w:tcPr>
            <w:tcW w:w="1873" w:type="dxa"/>
          </w:tcPr>
          <w:p w:rsidRPr="00AF130F" w:rsidR="00D173A7" w:rsidP="00431AF3" w:rsidRDefault="00D173A7" w14:paraId="76128D4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:rsidRPr="00AF130F" w:rsidR="00D173A7" w:rsidP="00431AF3" w:rsidRDefault="00D173A7" w14:paraId="40C4149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:rsidR="00D173A7" w:rsidP="00431AF3" w:rsidRDefault="00D173A7" w14:paraId="3D57FA98" w14:textId="2DE9B6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:rsidRPr="009C54AE" w:rsidR="00D173A7" w:rsidP="00431AF3" w:rsidRDefault="00D173A7" w14:paraId="7335631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AF130F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  <w:tr w:rsidRPr="009C54AE" w:rsidR="00D173A7" w:rsidTr="005E6E85" w14:paraId="32AF6B55" w14:textId="77777777">
        <w:tc>
          <w:tcPr>
            <w:tcW w:w="1701" w:type="dxa"/>
          </w:tcPr>
          <w:p w:rsidRPr="009C54AE" w:rsidR="00D173A7" w:rsidP="009C54AE" w:rsidRDefault="00D173A7" w14:paraId="2358DC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AF130F" w:rsidR="00D173A7" w:rsidP="009C54AE" w:rsidRDefault="00D173A7" w14:paraId="22FD57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AF130F">
              <w:rPr>
                <w:rFonts w:ascii="Corbel" w:hAnsi="Corbel"/>
                <w:b w:val="0"/>
                <w:smallCaps w:val="0"/>
                <w:szCs w:val="24"/>
              </w:rPr>
              <w:t>racuje w zespole przejmując współodpowiedzialność za efekty działań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D173A7" w:rsidP="00431AF3" w:rsidRDefault="00D173A7" w14:paraId="6C157F3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:rsidRPr="009C54AE" w:rsidR="00D173A7" w:rsidP="00431AF3" w:rsidRDefault="00D173A7" w14:paraId="0FBF230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Pr="009C54AE" w:rsidR="0085747A" w:rsidP="009C54AE" w:rsidRDefault="0085747A" w14:paraId="0EB560A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5F4A29DB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7590489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3B3E8E32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00923D7D" w14:paraId="19A882BB" w14:textId="77777777">
        <w:tc>
          <w:tcPr>
            <w:tcW w:w="9639" w:type="dxa"/>
          </w:tcPr>
          <w:p w:rsidRPr="009C54AE" w:rsidR="0085747A" w:rsidP="009C54AE" w:rsidRDefault="0085747A" w14:paraId="69E1E20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10A8892E" w14:textId="77777777">
        <w:tc>
          <w:tcPr>
            <w:tcW w:w="9639" w:type="dxa"/>
          </w:tcPr>
          <w:p w:rsidRPr="009C54AE" w:rsidR="0085747A" w:rsidP="009C54AE" w:rsidRDefault="00D173A7" w14:paraId="70ABFA2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Istota międzynarodowego rynku usług. Cechy usług a ich zdolność handlowa. Formy i rodzaje wymiany międzynarodowej usług.</w:t>
            </w:r>
          </w:p>
        </w:tc>
      </w:tr>
      <w:tr w:rsidRPr="009C54AE" w:rsidR="0085747A" w:rsidTr="00923D7D" w14:paraId="141236E7" w14:textId="77777777">
        <w:tc>
          <w:tcPr>
            <w:tcW w:w="9639" w:type="dxa"/>
          </w:tcPr>
          <w:p w:rsidRPr="009C54AE" w:rsidR="0085747A" w:rsidP="009C54AE" w:rsidRDefault="00D173A7" w14:paraId="2CA3697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Modelowe ujęcie usług na rynkach międzynarodowych: teorie makro i mikroekonomiczne handlu międzynarodowego, przepływu czynników wytwórczych i modele międzynarodowej wymiany usług.</w:t>
            </w:r>
          </w:p>
        </w:tc>
      </w:tr>
      <w:tr w:rsidRPr="009C54AE" w:rsidR="0085747A" w:rsidTr="00923D7D" w14:paraId="019EEECC" w14:textId="77777777">
        <w:tc>
          <w:tcPr>
            <w:tcW w:w="9639" w:type="dxa"/>
          </w:tcPr>
          <w:p w:rsidRPr="009C54AE" w:rsidR="0085747A" w:rsidP="009C54AE" w:rsidRDefault="00D173A7" w14:paraId="19D0FDA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lastRenderedPageBreak/>
              <w:t>Procesy liberalizacji w obrocie usługowym w ramach WTO. Swoboda świadczenia usług w UE. Liberalizacja handlu usługami w ramach organizacji branżowych, ugrupowań regionalnych i porozumień bilateralnych.</w:t>
            </w:r>
          </w:p>
        </w:tc>
      </w:tr>
      <w:tr w:rsidRPr="009C54AE" w:rsidR="00D173A7" w:rsidTr="00923D7D" w14:paraId="112B571A" w14:textId="77777777">
        <w:tc>
          <w:tcPr>
            <w:tcW w:w="9639" w:type="dxa"/>
          </w:tcPr>
          <w:p w:rsidRPr="009C54AE" w:rsidR="00D173A7" w:rsidP="009C54AE" w:rsidRDefault="00D173A7" w14:paraId="493BAB6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Eksport i import usług w Polsce i na świecie: skala wymiany, kierunki rodzajowe i geograficzne wymiany międzynarodowej usług.</w:t>
            </w:r>
          </w:p>
        </w:tc>
      </w:tr>
      <w:tr w:rsidRPr="009C54AE" w:rsidR="00D173A7" w:rsidTr="00923D7D" w14:paraId="4CDB35F2" w14:textId="77777777">
        <w:tc>
          <w:tcPr>
            <w:tcW w:w="9639" w:type="dxa"/>
          </w:tcPr>
          <w:p w:rsidRPr="00125ED7" w:rsidR="00D173A7" w:rsidP="009C54AE" w:rsidRDefault="00D173A7" w14:paraId="46B946B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Formy i motywy internacjonalizacji działań firmy usługowej. Korporacje transnarodowe w usługach. Strategie i orientacje globalne firm usługowych. Ryzyka związane z internacjonalizacją działań firm usługowych.</w:t>
            </w:r>
          </w:p>
        </w:tc>
      </w:tr>
      <w:tr w:rsidRPr="009C54AE" w:rsidR="00D173A7" w:rsidTr="00923D7D" w14:paraId="7FB2421A" w14:textId="77777777">
        <w:tc>
          <w:tcPr>
            <w:tcW w:w="9639" w:type="dxa"/>
          </w:tcPr>
          <w:p w:rsidRPr="00125ED7" w:rsidR="00D173A7" w:rsidP="009C54AE" w:rsidRDefault="00D173A7" w14:paraId="10B15FB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Bezpośrednie inwestycje zagraniczne w usługach: Czynniki wyboru lokalizacji usług. Inwestycje typu greenfield, fuzje i przejęcia, joint venture i alianse strategiczne w Polsce i na świecie.</w:t>
            </w:r>
          </w:p>
        </w:tc>
      </w:tr>
      <w:tr w:rsidRPr="009C54AE" w:rsidR="00D173A7" w:rsidTr="00923D7D" w14:paraId="0B9DF029" w14:textId="77777777">
        <w:tc>
          <w:tcPr>
            <w:tcW w:w="9639" w:type="dxa"/>
          </w:tcPr>
          <w:p w:rsidRPr="00125ED7" w:rsidR="00D173A7" w:rsidP="009C54AE" w:rsidRDefault="00D173A7" w14:paraId="749ECFF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Outsourcing i offshoring usług.</w:t>
            </w:r>
          </w:p>
        </w:tc>
      </w:tr>
      <w:tr w:rsidRPr="009C54AE" w:rsidR="00D173A7" w:rsidTr="00923D7D" w14:paraId="0515831F" w14:textId="77777777">
        <w:tc>
          <w:tcPr>
            <w:tcW w:w="9639" w:type="dxa"/>
          </w:tcPr>
          <w:p w:rsidRPr="00125ED7" w:rsidR="00D173A7" w:rsidP="009C54AE" w:rsidRDefault="00D173A7" w14:paraId="451300E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Analizy branżowe: usługi biznesowe, transportowe, telekomunikacyjne,  finansowe i ubezpieczeniowe, turystyczne, hotelarskie, gastronomiczne, handlowe, edukacyjne i medyczne na rynku międzynarodowym.</w:t>
            </w:r>
          </w:p>
        </w:tc>
      </w:tr>
    </w:tbl>
    <w:p w:rsidRPr="009C54AE" w:rsidR="0085747A" w:rsidP="009C54AE" w:rsidRDefault="0085747A" w14:paraId="2553E56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1E94492E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39C83C5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7070D9" w:rsidP="007070D9" w:rsidRDefault="007070D9" w14:paraId="53C0020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20F85B0" w:rsidR="007070D9">
        <w:rPr>
          <w:rFonts w:ascii="Corbel" w:hAnsi="Corbel"/>
          <w:b w:val="0"/>
          <w:bCs w:val="0"/>
          <w:caps w:val="0"/>
          <w:smallCaps w:val="0"/>
        </w:rPr>
        <w:t>Dyskusja moderowana, rozwiązywanie zadań, analiza studium przypadku, praca zespołowa, przygotowywanie referatów prezentowanych z zastosowaniem technik multimedialnych.</w:t>
      </w:r>
    </w:p>
    <w:p w:rsidR="00E960BB" w:rsidP="009C54AE" w:rsidRDefault="00E960BB" w14:paraId="3393060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2A5B596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0D812E2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FD4DD1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1433BC4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00C05F44" w14:paraId="6E2A1A61" w14:textId="77777777">
        <w:tc>
          <w:tcPr>
            <w:tcW w:w="1985" w:type="dxa"/>
            <w:vAlign w:val="center"/>
          </w:tcPr>
          <w:p w:rsidRPr="009C54AE" w:rsidR="0085747A" w:rsidP="009C54AE" w:rsidRDefault="0071620A" w14:paraId="1FCA338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2B28809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4BD8F4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5D18359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04CE01D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7070D9" w:rsidTr="00C05F44" w14:paraId="5D1CF050" w14:textId="77777777">
        <w:tc>
          <w:tcPr>
            <w:tcW w:w="1985" w:type="dxa"/>
          </w:tcPr>
          <w:p w:rsidRPr="009C54AE" w:rsidR="007070D9" w:rsidP="009C54AE" w:rsidRDefault="007070D9" w14:paraId="6042E3B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:rsidRPr="00125ED7" w:rsidR="007070D9" w:rsidP="0067168A" w:rsidRDefault="007070D9" w14:paraId="0125B8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pisemny, obserwacja w trakcie zajęć</w:t>
            </w:r>
          </w:p>
        </w:tc>
        <w:tc>
          <w:tcPr>
            <w:tcW w:w="2126" w:type="dxa"/>
          </w:tcPr>
          <w:p w:rsidRPr="00C1057A" w:rsidR="007070D9" w:rsidP="00431AF3" w:rsidRDefault="007070D9" w14:paraId="1F32060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Pr="009C54AE" w:rsidR="007070D9" w:rsidTr="00C05F44" w14:paraId="4365EE8A" w14:textId="77777777">
        <w:tc>
          <w:tcPr>
            <w:tcW w:w="1985" w:type="dxa"/>
          </w:tcPr>
          <w:p w:rsidRPr="009C54AE" w:rsidR="007070D9" w:rsidP="007070D9" w:rsidRDefault="007070D9" w14:paraId="3A3C08E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:rsidRPr="00125ED7" w:rsidR="007070D9" w:rsidP="0067168A" w:rsidRDefault="007070D9" w14:paraId="2C2DCA2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pisemny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C1057A" w:rsidR="007070D9" w:rsidP="00431AF3" w:rsidRDefault="007070D9" w14:paraId="73B009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Pr="009C54AE" w:rsidR="007070D9" w:rsidTr="00C05F44" w14:paraId="61130DBD" w14:textId="77777777">
        <w:tc>
          <w:tcPr>
            <w:tcW w:w="1985" w:type="dxa"/>
          </w:tcPr>
          <w:p w:rsidRPr="009C54AE" w:rsidR="007070D9" w:rsidP="009C54AE" w:rsidRDefault="007070D9" w14:paraId="387D057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125ED7" w:rsidR="007070D9" w:rsidP="0067168A" w:rsidRDefault="007070D9" w14:paraId="2F477E3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w grupie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C1057A" w:rsidR="007070D9" w:rsidP="00431AF3" w:rsidRDefault="007070D9" w14:paraId="64C1277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Pr="009C54AE" w:rsidR="007070D9" w:rsidTr="00C05F44" w14:paraId="3E306624" w14:textId="77777777">
        <w:tc>
          <w:tcPr>
            <w:tcW w:w="1985" w:type="dxa"/>
          </w:tcPr>
          <w:p w:rsidRPr="009C54AE" w:rsidR="007070D9" w:rsidP="009C54AE" w:rsidRDefault="007070D9" w14:paraId="3302F6E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B238FC" w:rsidR="007070D9" w:rsidP="0067168A" w:rsidRDefault="007070D9" w14:paraId="13C6132C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w grupie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C1057A" w:rsidR="007070D9" w:rsidP="00431AF3" w:rsidRDefault="007070D9" w14:paraId="30DA350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Pr="009C54AE" w:rsidR="007070D9" w:rsidTr="00C05F44" w14:paraId="34343711" w14:textId="77777777">
        <w:tc>
          <w:tcPr>
            <w:tcW w:w="1985" w:type="dxa"/>
          </w:tcPr>
          <w:p w:rsidRPr="009C54AE" w:rsidR="007070D9" w:rsidP="009C54AE" w:rsidRDefault="007070D9" w14:paraId="61CB59C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125ED7" w:rsidR="007070D9" w:rsidP="0067168A" w:rsidRDefault="007070D9" w14:paraId="51410EC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C1057A" w:rsidR="007070D9" w:rsidP="00431AF3" w:rsidRDefault="007070D9" w14:paraId="47E1959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:rsidRPr="009C54AE" w:rsidR="00923D7D" w:rsidP="009C54AE" w:rsidRDefault="00923D7D" w14:paraId="52315B0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4A7DB27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533495C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55522D16" w14:paraId="7210B547" w14:textId="77777777">
        <w:tc>
          <w:tcPr>
            <w:tcW w:w="9670" w:type="dxa"/>
          </w:tcPr>
          <w:p w:rsidR="007070D9" w:rsidP="55522D16" w:rsidRDefault="007070D9" w14:paraId="7C9C2665" w14:textId="0202FF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</w:rPr>
              <w:t xml:space="preserve">Ocena końcowa z przedmiotu jest wynikiem egzaminu pisemnego w postaci testowej. </w:t>
            </w:r>
            <w:r w:rsidRPr="55522D16" w:rsidR="2224526A">
              <w:rPr>
                <w:rFonts w:ascii="Corbel" w:hAnsi="Corbel" w:eastAsia="Corbel" w:cs="Corbel"/>
                <w:b w:val="0"/>
                <w:color w:val="000000" w:themeColor="text1"/>
                <w:szCs w:val="24"/>
              </w:rPr>
              <w:t>S</w:t>
            </w:r>
            <w:r w:rsidRPr="55522D16" w:rsidR="2224526A">
              <w:rPr>
                <w:rFonts w:ascii="Corbel" w:hAnsi="Corbel"/>
                <w:b w:val="0"/>
                <w:smallCaps w:val="0"/>
                <w:szCs w:val="24"/>
              </w:rPr>
              <w:t>tudent otrzymuje ocenę według skali:</w:t>
            </w:r>
          </w:p>
          <w:p w:rsidR="2224526A" w:rsidP="55522D16" w:rsidRDefault="2224526A" w14:paraId="3814184A" w14:textId="599359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>11-12 pkt: dst</w:t>
            </w:r>
          </w:p>
          <w:p w:rsidR="2224526A" w:rsidP="55522D16" w:rsidRDefault="2224526A" w14:paraId="6447319B" w14:textId="3B047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>13-14 pkt: +dst</w:t>
            </w:r>
          </w:p>
          <w:p w:rsidR="2224526A" w:rsidP="55522D16" w:rsidRDefault="2224526A" w14:paraId="445B6534" w14:textId="32154F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>15-16 pkt: db</w:t>
            </w:r>
          </w:p>
          <w:p w:rsidR="2224526A" w:rsidP="55522D16" w:rsidRDefault="2224526A" w14:paraId="11337FC3" w14:textId="7778C8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>17-18 pkt: +db</w:t>
            </w:r>
          </w:p>
          <w:p w:rsidR="2224526A" w:rsidP="55522D16" w:rsidRDefault="2224526A" w14:paraId="505AF97F" w14:textId="6443B9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>19-20 pkt: bdb</w:t>
            </w:r>
          </w:p>
          <w:p w:rsidRPr="009C54AE" w:rsidR="0085747A" w:rsidP="55522D16" w:rsidRDefault="007070D9" w14:paraId="0D14CD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</w:rPr>
              <w:t>Zaliczenie ćwiczeń wymaga przygotowania i zaprezentowania referatu, a ostateczna ocena z ćwiczeń uzyskana jest na podstawie oceny referatu skorygowanej przez ocenę aktywności na zajęciach, w tym realizowanych prac grupowych i indywidualnych.</w:t>
            </w:r>
          </w:p>
        </w:tc>
      </w:tr>
    </w:tbl>
    <w:p w:rsidRPr="009C54AE" w:rsidR="0085747A" w:rsidP="009C54AE" w:rsidRDefault="0085747A" w14:paraId="060754E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6250581D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3F512D9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76CF8831" w14:textId="77777777">
        <w:tc>
          <w:tcPr>
            <w:tcW w:w="4962" w:type="dxa"/>
            <w:vAlign w:val="center"/>
          </w:tcPr>
          <w:p w:rsidRPr="009C54AE" w:rsidR="0085747A" w:rsidP="009C54AE" w:rsidRDefault="00C61DC5" w14:paraId="284F10F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7C4B7B8B" w14:textId="7A0528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31AF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6BD3BC05" w14:textId="77777777">
        <w:tc>
          <w:tcPr>
            <w:tcW w:w="4962" w:type="dxa"/>
          </w:tcPr>
          <w:p w:rsidRPr="009C54AE" w:rsidR="0085747A" w:rsidP="009C54AE" w:rsidRDefault="00C61DC5" w14:paraId="12A8B40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431AF3" w:rsidRDefault="007070D9" w14:paraId="6D0ECCC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7720CCD4" w14:textId="77777777">
        <w:tc>
          <w:tcPr>
            <w:tcW w:w="4962" w:type="dxa"/>
          </w:tcPr>
          <w:p w:rsidRPr="009C54AE" w:rsidR="00C61DC5" w:rsidP="009C54AE" w:rsidRDefault="00C61DC5" w14:paraId="34E10D3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38C4EB7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431AF3" w:rsidRDefault="007070D9" w14:paraId="758B2BE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9C54AE" w:rsidR="00C61DC5" w:rsidTr="00923D7D" w14:paraId="103DFDD6" w14:textId="77777777">
        <w:tc>
          <w:tcPr>
            <w:tcW w:w="4962" w:type="dxa"/>
          </w:tcPr>
          <w:p w:rsidRPr="009C54AE" w:rsidR="00C61DC5" w:rsidP="00C1057A" w:rsidRDefault="00C61DC5" w14:paraId="13F5A774" w14:textId="6BCD03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1057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referatu)</w:t>
            </w:r>
          </w:p>
        </w:tc>
        <w:tc>
          <w:tcPr>
            <w:tcW w:w="4677" w:type="dxa"/>
          </w:tcPr>
          <w:p w:rsidRPr="009C54AE" w:rsidR="00C61DC5" w:rsidP="00431AF3" w:rsidRDefault="003761AF" w14:paraId="5225D3D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Pr="009C54AE" w:rsidR="0085747A" w:rsidTr="00923D7D" w14:paraId="3BDE5786" w14:textId="77777777">
        <w:tc>
          <w:tcPr>
            <w:tcW w:w="4962" w:type="dxa"/>
          </w:tcPr>
          <w:p w:rsidRPr="009C54AE" w:rsidR="0085747A" w:rsidP="009C54AE" w:rsidRDefault="0085747A" w14:paraId="353FBCD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431AF3" w:rsidRDefault="007070D9" w14:paraId="693BF2C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3536559B" w14:textId="77777777">
        <w:tc>
          <w:tcPr>
            <w:tcW w:w="4962" w:type="dxa"/>
          </w:tcPr>
          <w:p w:rsidRPr="009C54AE" w:rsidR="0085747A" w:rsidP="009C54AE" w:rsidRDefault="0085747A" w14:paraId="5BD07A3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431AF3" w:rsidRDefault="007070D9" w14:paraId="67EE1F5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007EE9D6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1FDD780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0E51A03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6C7C7239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Pr="009C54AE" w:rsidR="0085747A" w:rsidTr="00431AF3" w14:paraId="252C08C5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7D36F02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431AF3" w:rsidRDefault="007070D9" w14:paraId="3FA7D89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431AF3" w14:paraId="55B4F00A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25593C1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431AF3" w:rsidRDefault="007070D9" w14:paraId="6B6325F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1969922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021929A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1A5ECD3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 w:rsidRPr="009C54AE" w:rsidR="0085747A" w:rsidTr="78F3ED0E" w14:paraId="162354AA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41F2CA7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7070D9" w:rsidR="007070D9" w:rsidP="00C1057A" w:rsidRDefault="007070D9" w14:paraId="1A4EE74B" w14:textId="0C618CD1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70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Kłosiński K.A, Światowy rynek usług w początkach XXI wieku, PWE, Warszawa 2011.</w:t>
            </w:r>
          </w:p>
          <w:p w:rsidR="00551972" w:rsidP="00C1057A" w:rsidRDefault="00551972" w14:paraId="600BDF77" w14:textId="03EB83B4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Rymarczyk</w:t>
            </w:r>
            <w:r w:rsidRPr="002346C8" w:rsid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2346C8" w:rsid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Biznes mi</w:t>
            </w:r>
            <w:r w:rsidRPr="002346C8" w:rsidR="002346C8">
              <w:rPr>
                <w:rFonts w:hint="eastAsia" w:ascii="Corbel" w:hAnsi="Corbel"/>
                <w:b w:val="0"/>
                <w:smallCaps w:val="0"/>
                <w:color w:val="000000"/>
                <w:szCs w:val="24"/>
              </w:rPr>
              <w:t>ę</w:t>
            </w:r>
            <w:r w:rsidRPr="002346C8" w:rsid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dzynarodowy</w:t>
            </w:r>
            <w:r w:rsid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PWE, </w:t>
            </w:r>
            <w:r w:rsidRPr="002346C8" w:rsid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  <w:p w:rsidRPr="009C54AE" w:rsidR="007070D9" w:rsidP="00C1057A" w:rsidRDefault="002346C8" w14:paraId="4288D36A" w14:textId="10213860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</w:t>
            </w:r>
            <w:r w:rsidRPr="002346C8">
              <w:rPr>
                <w:rFonts w:hint="eastAsia"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Liberalizacja rynku us</w:t>
            </w:r>
            <w:r w:rsidRPr="002346C8">
              <w:rPr>
                <w:rFonts w:hint="eastAsia" w:ascii="Corbel" w:hAnsi="Corbel"/>
                <w:b w:val="0"/>
                <w:smallCaps w:val="0"/>
                <w:color w:val="000000"/>
                <w:szCs w:val="24"/>
              </w:rPr>
              <w:t>ł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ug UE a innowacyjno</w:t>
            </w:r>
            <w:r w:rsidRPr="002346C8">
              <w:rPr>
                <w:rFonts w:hint="eastAsia" w:ascii="Corbel" w:hAnsi="Corbel"/>
                <w:b w:val="0"/>
                <w:smallCaps w:val="0"/>
                <w:color w:val="000000"/>
                <w:szCs w:val="24"/>
              </w:rPr>
              <w:t>ść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konkurencyjno</w:t>
            </w:r>
            <w:r w:rsidRPr="002346C8">
              <w:rPr>
                <w:rFonts w:hint="eastAsia" w:ascii="Corbel" w:hAnsi="Corbel"/>
                <w:b w:val="0"/>
                <w:smallCaps w:val="0"/>
                <w:color w:val="000000"/>
                <w:szCs w:val="24"/>
              </w:rPr>
              <w:t>ść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polskich przedsi</w:t>
            </w:r>
            <w:r w:rsidRPr="002346C8">
              <w:rPr>
                <w:rFonts w:hint="eastAsia" w:ascii="Corbel" w:hAnsi="Corbel"/>
                <w:b w:val="0"/>
                <w:smallCaps w:val="0"/>
                <w:color w:val="000000"/>
                <w:szCs w:val="24"/>
              </w:rPr>
              <w:t>ę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biorstw us</w:t>
            </w:r>
            <w:r w:rsidRPr="002346C8">
              <w:rPr>
                <w:rFonts w:hint="eastAsia" w:ascii="Corbel" w:hAnsi="Corbel"/>
                <w:b w:val="0"/>
                <w:smallCaps w:val="0"/>
                <w:color w:val="000000"/>
                <w:szCs w:val="24"/>
              </w:rPr>
              <w:t>ł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ugowych, PWE, Warszawa 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2018.</w:t>
            </w:r>
          </w:p>
        </w:tc>
      </w:tr>
      <w:tr w:rsidRPr="009C54AE" w:rsidR="0085747A" w:rsidTr="78F3ED0E" w14:paraId="633CB739" w14:textId="77777777">
        <w:trPr>
          <w:trHeight w:val="397"/>
        </w:trPr>
        <w:tc>
          <w:tcPr>
            <w:tcW w:w="5000" w:type="pct"/>
          </w:tcPr>
          <w:p w:rsidR="0085747A" w:rsidP="78F3ED0E" w:rsidRDefault="0085747A" w14:paraId="6473B8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:rsidRPr="002346C8" w:rsidR="002346C8" w:rsidP="00C1057A" w:rsidRDefault="374A49D6" w14:paraId="0D92A91A" w14:textId="33E7F4F4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Cyrek M., Międzynarodowy obrót usługowy w Unii Europejskiej, “EuroExpress” 7, 2015/2016, </w:t>
            </w:r>
            <w:r w:rsidRPr="78F3ED0E" w:rsidR="0A53C1C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s. 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1–3. </w:t>
            </w:r>
          </w:p>
          <w:p w:rsidRPr="002346C8" w:rsidR="002346C8" w:rsidP="00C1057A" w:rsidRDefault="002346C8" w14:paraId="4674302F" w14:textId="73D10F77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Drela K., Malkowska A., Zieziula J., Handel zagraniczny: obroty towarowe i usługowe Polski w ujęciu regionalnym: wybrane zagadnienia, Wydawnictwo Naukowe Uniwersytetu Szczecińskiego, Szczecin 2019.</w:t>
            </w:r>
          </w:p>
          <w:p w:rsidRPr="007070D9" w:rsidR="007070D9" w:rsidP="00C1057A" w:rsidRDefault="72C30062" w14:paraId="2E15C53E" w14:textId="364B2DC2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Jastrzębska W., Cyrek M., Kata R., Wosiek M., Strefa euro w świetle teorii optymalnego obszaru walutowego – między wizją a realiami, CeDeWu.pl, Warszawa 2016.</w:t>
            </w:r>
          </w:p>
          <w:p w:rsidRPr="007070D9" w:rsidR="007070D9" w:rsidP="00C1057A" w:rsidRDefault="72C30062" w14:paraId="3E90CB98" w14:textId="7D274A1C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Kata R., Cyrek M., Wosiek M., Potocki T., Jastrzębska W., Strefa euro – między sceptycyzmem a realizmem, CeDeWu.pl, Warszawa 2015. </w:t>
            </w:r>
          </w:p>
          <w:p w:rsidRPr="007070D9" w:rsidR="007070D9" w:rsidP="00C1057A" w:rsidRDefault="007070D9" w14:paraId="72694C98" w14:textId="6752FDD2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Lichniak I. (red.), Serwicyzacja polskiej gospodarki, Oficyna Wydawnicza SGH w Warszawie, Warszawa 2010.</w:t>
            </w:r>
          </w:p>
          <w:p w:rsidR="00C82DDF" w:rsidP="00C1057A" w:rsidRDefault="00C82DDF" w14:paraId="4CAC5509" w14:textId="75E03F9F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Malik R., Lokalizacja w offshoringu usług, CeDeWu.PL, Warszawa 2016.</w:t>
            </w:r>
          </w:p>
          <w:p w:rsidRPr="009C54AE" w:rsidR="00832F1F" w:rsidP="00C1057A" w:rsidRDefault="00C82DDF" w14:paraId="7A45CFAA" w14:textId="76C68524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Szypulewska-Porczyńska A., </w:t>
            </w:r>
            <w:r w:rsidRPr="78F3ED0E" w:rsidR="00832F1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Budowa rynku wewnętrznego usług w Unii Europejskiej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Pr="78F3ED0E" w:rsidR="00832F1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Oficyna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78F3ED0E" w:rsidR="00832F1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Wydawnicza Szkoła Główna Handlowa, 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Warszawa </w:t>
            </w:r>
            <w:r w:rsidRPr="78F3ED0E" w:rsidR="00832F1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2013.</w:t>
            </w:r>
          </w:p>
        </w:tc>
      </w:tr>
    </w:tbl>
    <w:p w:rsidRPr="009C54AE" w:rsidR="0085747A" w:rsidP="009C54AE" w:rsidRDefault="0085747A" w14:paraId="2B4DF95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6962A30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0815B830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927FE" w:rsidP="00C16ABF" w:rsidRDefault="00C927FE" w14:paraId="3106E08E" w14:textId="77777777">
      <w:pPr>
        <w:spacing w:after="0" w:line="240" w:lineRule="auto"/>
      </w:pPr>
      <w:r>
        <w:separator/>
      </w:r>
    </w:p>
  </w:endnote>
  <w:endnote w:type="continuationSeparator" w:id="0">
    <w:p w:rsidR="00C927FE" w:rsidP="00C16ABF" w:rsidRDefault="00C927FE" w14:paraId="349FF8C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927FE" w:rsidP="00C16ABF" w:rsidRDefault="00C927FE" w14:paraId="672E2C72" w14:textId="77777777">
      <w:pPr>
        <w:spacing w:after="0" w:line="240" w:lineRule="auto"/>
      </w:pPr>
      <w:r>
        <w:separator/>
      </w:r>
    </w:p>
  </w:footnote>
  <w:footnote w:type="continuationSeparator" w:id="0">
    <w:p w:rsidR="00C927FE" w:rsidP="00C16ABF" w:rsidRDefault="00C927FE" w14:paraId="57FE4250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D2AEFA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633215"/>
    <w:multiLevelType w:val="hybridMultilevel"/>
    <w:tmpl w:val="BEDEC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173244"/>
    <w:multiLevelType w:val="hybridMultilevel"/>
    <w:tmpl w:val="94120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687EC8"/>
    <w:multiLevelType w:val="hybridMultilevel"/>
    <w:tmpl w:val="94120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AC5A61"/>
    <w:multiLevelType w:val="hybridMultilevel"/>
    <w:tmpl w:val="1278E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46C8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2655"/>
    <w:rsid w:val="003343CF"/>
    <w:rsid w:val="00346FE9"/>
    <w:rsid w:val="0034759A"/>
    <w:rsid w:val="003503F6"/>
    <w:rsid w:val="003530DD"/>
    <w:rsid w:val="00363F78"/>
    <w:rsid w:val="003761A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AF3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FFC"/>
    <w:rsid w:val="00517C63"/>
    <w:rsid w:val="005363C4"/>
    <w:rsid w:val="00536BDE"/>
    <w:rsid w:val="00543ACC"/>
    <w:rsid w:val="00551972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1155"/>
    <w:rsid w:val="006D050F"/>
    <w:rsid w:val="006D6139"/>
    <w:rsid w:val="006E5D65"/>
    <w:rsid w:val="006F1282"/>
    <w:rsid w:val="006F1FBC"/>
    <w:rsid w:val="006F31E2"/>
    <w:rsid w:val="00706544"/>
    <w:rsid w:val="007070D9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2F1F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057A"/>
    <w:rsid w:val="00C131B5"/>
    <w:rsid w:val="00C16ABF"/>
    <w:rsid w:val="00C170AE"/>
    <w:rsid w:val="00C26CB7"/>
    <w:rsid w:val="00C324C1"/>
    <w:rsid w:val="00C36992"/>
    <w:rsid w:val="00C45D75"/>
    <w:rsid w:val="00C56036"/>
    <w:rsid w:val="00C61DC5"/>
    <w:rsid w:val="00C67E92"/>
    <w:rsid w:val="00C70A26"/>
    <w:rsid w:val="00C766DF"/>
    <w:rsid w:val="00C82DDF"/>
    <w:rsid w:val="00C927FE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3A7"/>
    <w:rsid w:val="00D17C3C"/>
    <w:rsid w:val="00D26B2C"/>
    <w:rsid w:val="00D352C9"/>
    <w:rsid w:val="00D425B2"/>
    <w:rsid w:val="00D428D6"/>
    <w:rsid w:val="00D53AD3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4AE2"/>
    <w:rsid w:val="00E960BB"/>
    <w:rsid w:val="00EA2074"/>
    <w:rsid w:val="00EA4832"/>
    <w:rsid w:val="00EA4E9D"/>
    <w:rsid w:val="00EC3047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4EC1F3"/>
    <w:rsid w:val="020F85B0"/>
    <w:rsid w:val="07F8941C"/>
    <w:rsid w:val="0A53C1C9"/>
    <w:rsid w:val="0FC02D03"/>
    <w:rsid w:val="1053ECF3"/>
    <w:rsid w:val="13708DCA"/>
    <w:rsid w:val="13EC7630"/>
    <w:rsid w:val="174BD353"/>
    <w:rsid w:val="1FA8DAF2"/>
    <w:rsid w:val="2186A9A2"/>
    <w:rsid w:val="2224526A"/>
    <w:rsid w:val="22E07BB4"/>
    <w:rsid w:val="27D5208B"/>
    <w:rsid w:val="2817FF7B"/>
    <w:rsid w:val="2B4C7614"/>
    <w:rsid w:val="2B9B888D"/>
    <w:rsid w:val="2EA09FB9"/>
    <w:rsid w:val="2F644C01"/>
    <w:rsid w:val="307CEEB5"/>
    <w:rsid w:val="30CFE22B"/>
    <w:rsid w:val="36362DC6"/>
    <w:rsid w:val="36A7E3AF"/>
    <w:rsid w:val="374A49D6"/>
    <w:rsid w:val="46332933"/>
    <w:rsid w:val="46497A19"/>
    <w:rsid w:val="47CEF994"/>
    <w:rsid w:val="546EF700"/>
    <w:rsid w:val="55522D16"/>
    <w:rsid w:val="6C156A06"/>
    <w:rsid w:val="6D10BD7A"/>
    <w:rsid w:val="71E72CF8"/>
    <w:rsid w:val="72C30062"/>
    <w:rsid w:val="78F3ED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DE3D1"/>
  <w15:docId w15:val="{A05CA033-BBC5-4BEC-A54F-F0473360919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C1057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C1057A"/>
  </w:style>
  <w:style w:type="character" w:styleId="spellingerror" w:customStyle="1">
    <w:name w:val="spellingerror"/>
    <w:basedOn w:val="Domylnaczcionkaakapitu"/>
    <w:rsid w:val="00C1057A"/>
  </w:style>
  <w:style w:type="character" w:styleId="eop" w:customStyle="1">
    <w:name w:val="eop"/>
    <w:basedOn w:val="Domylnaczcionkaakapitu"/>
    <w:rsid w:val="00C10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17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976C0B-D64E-4577-B093-878AE06C36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5FC1D9-67F6-441F-9CD9-742EB645A3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5FBD20-E90B-4230-A6B4-408B85626B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7DB13E-7006-4700-B718-52FAA77F50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Cyrek Magdalena</lastModifiedBy>
  <revision>15</revision>
  <lastPrinted>2019-02-06T12:12:00.0000000Z</lastPrinted>
  <dcterms:created xsi:type="dcterms:W3CDTF">2020-09-30T13:29:00.0000000Z</dcterms:created>
  <dcterms:modified xsi:type="dcterms:W3CDTF">2020-12-09T19:48:15.3747894Z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